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E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>ГБОУ Уфимская специальная (коррекционная)</w:t>
      </w:r>
    </w:p>
    <w:p w:rsidR="006D54E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>Общеобразовательная школа-интернат № 13</w:t>
      </w:r>
      <w:r w:rsidRPr="00FC1B6F">
        <w:rPr>
          <w:b/>
          <w:bCs/>
        </w:rPr>
        <w:t xml:space="preserve"> </w:t>
      </w:r>
      <w:r>
        <w:rPr>
          <w:b/>
          <w:bCs/>
          <w:lang w:val="en-US"/>
        </w:rPr>
        <w:t>IV</w:t>
      </w:r>
      <w:r w:rsidRPr="00FC1B6F">
        <w:rPr>
          <w:b/>
          <w:bCs/>
        </w:rPr>
        <w:t xml:space="preserve"> </w:t>
      </w:r>
      <w:r>
        <w:rPr>
          <w:b/>
          <w:bCs/>
        </w:rPr>
        <w:t>вида</w:t>
      </w:r>
    </w:p>
    <w:p w:rsidR="006D54E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Туймазинский центр дистанционного образования </w:t>
      </w:r>
    </w:p>
    <w:p w:rsidR="006D54EA" w:rsidRPr="00FC1B6F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>детей –инвалидов на дому</w:t>
      </w: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  <w:r w:rsidRPr="00CA5D8A">
        <w:rPr>
          <w:b/>
          <w:bCs/>
        </w:rPr>
        <w:t xml:space="preserve"> УРОК</w:t>
      </w:r>
      <w:r>
        <w:rPr>
          <w:b/>
          <w:bCs/>
        </w:rPr>
        <w:t xml:space="preserve">  МАТЕМАТИКИ В</w:t>
      </w:r>
      <w:r w:rsidRPr="00CA5D8A">
        <w:rPr>
          <w:b/>
          <w:bCs/>
        </w:rPr>
        <w:t xml:space="preserve"> </w:t>
      </w:r>
      <w:r>
        <w:rPr>
          <w:b/>
          <w:bCs/>
        </w:rPr>
        <w:t xml:space="preserve">5 </w:t>
      </w:r>
      <w:r w:rsidRPr="00CA5D8A">
        <w:rPr>
          <w:b/>
          <w:bCs/>
        </w:rPr>
        <w:t>КЛАСС</w:t>
      </w:r>
      <w:r>
        <w:rPr>
          <w:b/>
          <w:bCs/>
        </w:rPr>
        <w:t>Е</w:t>
      </w: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Default="006D54EA" w:rsidP="00CA5D8A">
      <w:pPr>
        <w:ind w:left="75"/>
        <w:jc w:val="center"/>
        <w:rPr>
          <w:b/>
          <w:bCs/>
        </w:rPr>
      </w:pPr>
      <w:r w:rsidRPr="00CA5D8A">
        <w:rPr>
          <w:b/>
          <w:bCs/>
        </w:rPr>
        <w:t xml:space="preserve">                                                                           </w:t>
      </w:r>
      <w:r>
        <w:rPr>
          <w:b/>
          <w:bCs/>
        </w:rPr>
        <w:t xml:space="preserve">       Любцова Людмила Ивановна</w:t>
      </w:r>
    </w:p>
    <w:p w:rsidR="006D54EA" w:rsidRPr="00CA5D8A" w:rsidRDefault="006D54EA" w:rsidP="00CA5D8A">
      <w:pPr>
        <w:ind w:left="75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</w:t>
      </w:r>
      <w:r w:rsidRPr="00CA5D8A">
        <w:rPr>
          <w:b/>
          <w:bCs/>
        </w:rPr>
        <w:t xml:space="preserve"> учитель математики</w:t>
      </w: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</w:t>
      </w:r>
      <w:r w:rsidRPr="00CA5D8A">
        <w:rPr>
          <w:b/>
          <w:bCs/>
        </w:rPr>
        <w:t xml:space="preserve"> </w:t>
      </w: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jc w:val="center"/>
        <w:rPr>
          <w:b/>
          <w:bCs/>
          <w:sz w:val="32"/>
          <w:szCs w:val="32"/>
        </w:rPr>
      </w:pP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>Туймазы</w:t>
      </w:r>
    </w:p>
    <w:p w:rsidR="006D54EA" w:rsidRPr="00CA5D8A" w:rsidRDefault="006D54EA" w:rsidP="00CA5D8A">
      <w:pPr>
        <w:spacing w:line="360" w:lineRule="auto"/>
        <w:jc w:val="center"/>
        <w:rPr>
          <w:b/>
          <w:bCs/>
        </w:rPr>
      </w:pPr>
      <w:r>
        <w:rPr>
          <w:b/>
          <w:bCs/>
        </w:rPr>
        <w:t>2014</w:t>
      </w: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1327B2">
      <w:pPr>
        <w:jc w:val="center"/>
        <w:rPr>
          <w:b/>
          <w:bCs/>
        </w:rPr>
      </w:pPr>
    </w:p>
    <w:p w:rsidR="006D54EA" w:rsidRDefault="006D54EA" w:rsidP="00FC1B6F">
      <w:pPr>
        <w:pStyle w:val="NoSpacing"/>
        <w:jc w:val="both"/>
      </w:pPr>
      <w:r>
        <w:rPr>
          <w:b/>
          <w:bCs/>
        </w:rPr>
        <w:t xml:space="preserve">Тема: </w:t>
      </w:r>
      <w:r w:rsidRPr="00107141">
        <w:t xml:space="preserve">«Умножение </w:t>
      </w:r>
      <w:r>
        <w:t>десятичных дробей</w:t>
      </w:r>
      <w:r w:rsidRPr="00107141">
        <w:t>»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 w:rsidRPr="00107141">
        <w:rPr>
          <w:b/>
          <w:bCs/>
        </w:rPr>
        <w:t>Цели</w:t>
      </w:r>
      <w:r>
        <w:rPr>
          <w:b/>
          <w:bCs/>
        </w:rPr>
        <w:t xml:space="preserve">: </w:t>
      </w:r>
    </w:p>
    <w:p w:rsidR="006D54EA" w:rsidRPr="00107141" w:rsidRDefault="006D54EA" w:rsidP="00FC1B6F">
      <w:pPr>
        <w:pStyle w:val="NoSpacing"/>
        <w:jc w:val="both"/>
        <w:rPr>
          <w:i/>
          <w:iCs/>
        </w:rPr>
      </w:pPr>
      <w:r w:rsidRPr="00107141">
        <w:rPr>
          <w:i/>
          <w:iCs/>
        </w:rPr>
        <w:t>Образовательные</w:t>
      </w:r>
    </w:p>
    <w:p w:rsidR="006D54EA" w:rsidRPr="00107141" w:rsidRDefault="006D54EA" w:rsidP="00FC1B6F">
      <w:pPr>
        <w:pStyle w:val="NoSpacing"/>
        <w:jc w:val="both"/>
        <w:rPr>
          <w:b/>
          <w:bCs/>
          <w:i/>
          <w:iCs/>
        </w:rPr>
      </w:pPr>
      <w:r w:rsidRPr="00107141">
        <w:t xml:space="preserve">контроль уровня усвоения знаний и умений умножения </w:t>
      </w:r>
      <w:r>
        <w:t>десятичных дробей</w:t>
      </w:r>
      <w:r w:rsidRPr="00107141">
        <w:t>, вычислительных навыков;</w:t>
      </w:r>
    </w:p>
    <w:p w:rsidR="006D54EA" w:rsidRPr="00107141" w:rsidRDefault="006D54EA" w:rsidP="00FC1B6F">
      <w:pPr>
        <w:pStyle w:val="NoSpacing"/>
        <w:jc w:val="both"/>
        <w:rPr>
          <w:b/>
          <w:bCs/>
          <w:i/>
          <w:iCs/>
        </w:rPr>
      </w:pPr>
      <w:r w:rsidRPr="00107141">
        <w:t>формиро</w:t>
      </w:r>
      <w:r>
        <w:t>вание умений и навыков умножения десятичных дробей</w:t>
      </w:r>
      <w:r w:rsidRPr="00107141">
        <w:t>.</w:t>
      </w:r>
    </w:p>
    <w:p w:rsidR="006D54EA" w:rsidRPr="00107141" w:rsidRDefault="006D54EA" w:rsidP="00FC1B6F">
      <w:pPr>
        <w:pStyle w:val="NoSpacing"/>
        <w:jc w:val="both"/>
        <w:rPr>
          <w:i/>
          <w:iCs/>
        </w:rPr>
      </w:pPr>
      <w:r w:rsidRPr="00107141">
        <w:rPr>
          <w:i/>
          <w:iCs/>
        </w:rPr>
        <w:t>Развивающие</w:t>
      </w:r>
    </w:p>
    <w:p w:rsidR="006D54EA" w:rsidRPr="00107141" w:rsidRDefault="006D54EA" w:rsidP="00FC1B6F">
      <w:pPr>
        <w:pStyle w:val="NoSpacing"/>
        <w:jc w:val="both"/>
      </w:pPr>
      <w:r w:rsidRPr="00107141">
        <w:t>развитие умений выделять главное, существенное в изучаемом материале;</w:t>
      </w:r>
    </w:p>
    <w:p w:rsidR="006D54EA" w:rsidRPr="00107141" w:rsidRDefault="006D54EA" w:rsidP="00FC1B6F">
      <w:pPr>
        <w:pStyle w:val="NoSpacing"/>
        <w:jc w:val="both"/>
      </w:pPr>
      <w:r w:rsidRPr="00107141">
        <w:t>формирование умений сравнивать, классифицировать, обобщать факты и понятия;</w:t>
      </w:r>
    </w:p>
    <w:p w:rsidR="006D54EA" w:rsidRPr="00107141" w:rsidRDefault="006D54EA" w:rsidP="00FC1B6F">
      <w:pPr>
        <w:pStyle w:val="NoSpacing"/>
        <w:jc w:val="both"/>
      </w:pPr>
      <w:r>
        <w:t>развитие у учащегося</w:t>
      </w:r>
      <w:r w:rsidRPr="00107141">
        <w:t xml:space="preserve"> самостоятельности в мышлении и в учебной деятельности;</w:t>
      </w:r>
    </w:p>
    <w:p w:rsidR="006D54EA" w:rsidRPr="00107141" w:rsidRDefault="006D54EA" w:rsidP="00FC1B6F">
      <w:pPr>
        <w:pStyle w:val="NoSpacing"/>
        <w:jc w:val="both"/>
      </w:pPr>
      <w:r>
        <w:t>развитие у учащегося</w:t>
      </w:r>
      <w:r w:rsidRPr="00107141">
        <w:t xml:space="preserve"> познавательного интереса.</w:t>
      </w:r>
    </w:p>
    <w:p w:rsidR="006D54EA" w:rsidRDefault="006D54EA" w:rsidP="00FC1B6F">
      <w:pPr>
        <w:pStyle w:val="NoSpacing"/>
        <w:jc w:val="both"/>
        <w:rPr>
          <w:i/>
          <w:iCs/>
        </w:rPr>
      </w:pPr>
      <w:r w:rsidRPr="00107141">
        <w:rPr>
          <w:i/>
          <w:iCs/>
        </w:rPr>
        <w:t>Воспитательные</w:t>
      </w:r>
    </w:p>
    <w:p w:rsidR="006D54EA" w:rsidRDefault="006D54EA" w:rsidP="00FC1B6F">
      <w:pPr>
        <w:pStyle w:val="NoSpacing"/>
        <w:jc w:val="both"/>
      </w:pPr>
      <w:r>
        <w:t>формирование таких качеств личности, как ответственность, организованность, дисциплинированность;</w:t>
      </w:r>
    </w:p>
    <w:p w:rsidR="006D54EA" w:rsidRPr="00107141" w:rsidRDefault="006D54EA" w:rsidP="00FC1B6F">
      <w:pPr>
        <w:pStyle w:val="NoSpacing"/>
        <w:jc w:val="both"/>
        <w:rPr>
          <w:b/>
          <w:bCs/>
        </w:rPr>
      </w:pPr>
      <w:r>
        <w:t>формирование логического, абстрактного, системного мышления.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 w:rsidRPr="00107141">
        <w:rPr>
          <w:b/>
          <w:bCs/>
        </w:rPr>
        <w:t>Обо</w:t>
      </w:r>
      <w:r>
        <w:rPr>
          <w:b/>
          <w:bCs/>
        </w:rPr>
        <w:t>рудование:</w:t>
      </w:r>
      <w:r w:rsidRPr="00256284">
        <w:t xml:space="preserve"> </w:t>
      </w:r>
      <w:r>
        <w:t>сигнальные карточки, оценочные листы, раздаточный материал,  маршрутная карта с пунктами назначения.</w:t>
      </w:r>
    </w:p>
    <w:p w:rsidR="006D54EA" w:rsidRPr="003D73DA" w:rsidRDefault="006D54EA" w:rsidP="00FC1B6F">
      <w:pPr>
        <w:pStyle w:val="NoSpacing"/>
        <w:jc w:val="both"/>
      </w:pPr>
      <w:r>
        <w:rPr>
          <w:b/>
          <w:bCs/>
        </w:rPr>
        <w:t xml:space="preserve">Оформление: </w:t>
      </w:r>
      <w:r w:rsidRPr="003D73DA">
        <w:t xml:space="preserve">на стенде «Сегодня на уроке» маршрутная карта с пунктами назначения: старт, остров </w:t>
      </w:r>
      <w:r>
        <w:t>Н</w:t>
      </w:r>
      <w:r w:rsidRPr="003D73DA">
        <w:t xml:space="preserve">езнания, река </w:t>
      </w:r>
      <w:r>
        <w:t>З</w:t>
      </w:r>
      <w:r w:rsidRPr="003D73DA">
        <w:t xml:space="preserve">наний, пустыня </w:t>
      </w:r>
      <w:r>
        <w:t>У</w:t>
      </w:r>
      <w:r w:rsidRPr="003D73DA">
        <w:t xml:space="preserve">множения, остров </w:t>
      </w:r>
      <w:r>
        <w:t>О</w:t>
      </w:r>
      <w:r w:rsidRPr="003D73DA">
        <w:t xml:space="preserve">шибок, лес </w:t>
      </w:r>
      <w:r>
        <w:t>З</w:t>
      </w:r>
      <w:r w:rsidRPr="003D73DA">
        <w:t>наний.</w:t>
      </w:r>
    </w:p>
    <w:p w:rsidR="006D54EA" w:rsidRPr="003D73DA" w:rsidRDefault="006D54EA" w:rsidP="00FC1B6F">
      <w:pPr>
        <w:pStyle w:val="NoSpacing"/>
        <w:jc w:val="both"/>
      </w:pPr>
    </w:p>
    <w:p w:rsidR="006D54EA" w:rsidRDefault="006D54EA" w:rsidP="00FC1B6F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Структура урока: </w:t>
      </w:r>
    </w:p>
    <w:p w:rsidR="006D54EA" w:rsidRDefault="006D54EA" w:rsidP="00FC1B6F">
      <w:pPr>
        <w:pStyle w:val="NoSpacing"/>
        <w:jc w:val="both"/>
      </w:pPr>
      <w:r w:rsidRPr="00AF4D88">
        <w:t xml:space="preserve">1. </w:t>
      </w:r>
      <w:r>
        <w:t>Подготовка к изучению нового материала повторением, а также проверкой умений и навыков умножения десятичных дробей на 10, 100, 1000 (фронтальный опрос; 5 мин, графический диктант; 5 мин).</w:t>
      </w:r>
    </w:p>
    <w:p w:rsidR="006D54EA" w:rsidRDefault="006D54EA" w:rsidP="00FC1B6F">
      <w:pPr>
        <w:pStyle w:val="NoSpacing"/>
        <w:jc w:val="both"/>
      </w:pPr>
      <w:r>
        <w:t>2. Ознакомление с новым материалом (10 мин):</w:t>
      </w:r>
    </w:p>
    <w:p w:rsidR="006D54EA" w:rsidRDefault="006D54EA" w:rsidP="00FC1B6F">
      <w:pPr>
        <w:pStyle w:val="NoSpacing"/>
        <w:jc w:val="both"/>
      </w:pPr>
      <w:r>
        <w:t>а) постановка цели урока;</w:t>
      </w:r>
    </w:p>
    <w:p w:rsidR="006D54EA" w:rsidRDefault="006D54EA" w:rsidP="00FC1B6F">
      <w:pPr>
        <w:pStyle w:val="NoSpacing"/>
        <w:jc w:val="both"/>
      </w:pPr>
      <w:r>
        <w:t>б) выполнение умножения 57,4 на 12 и аналогично выполнить умножение  57,4 на 1,2;</w:t>
      </w:r>
    </w:p>
    <w:p w:rsidR="006D54EA" w:rsidRDefault="006D54EA" w:rsidP="00FC1B6F">
      <w:pPr>
        <w:pStyle w:val="NoSpacing"/>
        <w:jc w:val="both"/>
      </w:pPr>
      <w:r>
        <w:t>в) анализ полученных результатов, выявление закономерностей и формулировка правила умножения десятичных дробей.</w:t>
      </w:r>
    </w:p>
    <w:p w:rsidR="006D54EA" w:rsidRDefault="006D54EA" w:rsidP="00FC1B6F">
      <w:pPr>
        <w:pStyle w:val="NoSpacing"/>
        <w:jc w:val="both"/>
      </w:pPr>
      <w:r>
        <w:t>3. Закрепление изученного материала: преодоление каждого пункта маршрутной карты (15 мин).</w:t>
      </w:r>
    </w:p>
    <w:p w:rsidR="006D54EA" w:rsidRDefault="006D54EA" w:rsidP="00FC1B6F">
      <w:pPr>
        <w:pStyle w:val="NoSpacing"/>
        <w:jc w:val="both"/>
      </w:pPr>
      <w:r>
        <w:t>4. Подведение итогов урока (3 мин):</w:t>
      </w:r>
    </w:p>
    <w:p w:rsidR="006D54EA" w:rsidRDefault="006D54EA" w:rsidP="00FC1B6F">
      <w:pPr>
        <w:pStyle w:val="NoSpacing"/>
        <w:jc w:val="both"/>
      </w:pPr>
      <w:r>
        <w:t>а)  проверка знания и понимания правила умножения многочлена на многочлен;</w:t>
      </w:r>
    </w:p>
    <w:p w:rsidR="006D54EA" w:rsidRDefault="006D54EA" w:rsidP="00FC1B6F">
      <w:pPr>
        <w:pStyle w:val="NoSpacing"/>
        <w:jc w:val="both"/>
      </w:pPr>
      <w:r>
        <w:t xml:space="preserve">б) рефлексия (самооценка работы по оценочным листам, выбор уровня домашнего задания). </w:t>
      </w:r>
    </w:p>
    <w:p w:rsidR="006D54EA" w:rsidRDefault="006D54EA" w:rsidP="00FC1B6F">
      <w:pPr>
        <w:pStyle w:val="NoSpacing"/>
        <w:jc w:val="both"/>
      </w:pPr>
      <w:r>
        <w:t>5. Постановка домашнего задания (2 мин): выучить правило,</w:t>
      </w:r>
    </w:p>
    <w:p w:rsidR="006D54EA" w:rsidRDefault="006D54EA" w:rsidP="00FC1B6F">
      <w:pPr>
        <w:pStyle w:val="NoSpacing"/>
        <w:jc w:val="both"/>
        <w:rPr>
          <w:b/>
          <w:bCs/>
          <w:sz w:val="28"/>
          <w:szCs w:val="28"/>
        </w:rPr>
      </w:pPr>
      <w:r>
        <w:rPr>
          <w:b/>
          <w:bCs/>
        </w:rPr>
        <w:t>Содержание урока:</w:t>
      </w:r>
    </w:p>
    <w:p w:rsidR="006D54EA" w:rsidRPr="00621FEE" w:rsidRDefault="006D54EA" w:rsidP="00FC1B6F">
      <w:pPr>
        <w:pStyle w:val="NoSpacing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1. </w:t>
      </w:r>
      <w:r w:rsidRPr="00621FEE">
        <w:rPr>
          <w:b/>
          <w:bCs/>
          <w:i/>
          <w:iCs/>
        </w:rPr>
        <w:t>Актуализация опорных знаний</w:t>
      </w:r>
    </w:p>
    <w:p w:rsidR="006D54EA" w:rsidRPr="00621FEE" w:rsidRDefault="006D54EA" w:rsidP="00FC1B6F">
      <w:pPr>
        <w:pStyle w:val="NoSpacing"/>
        <w:jc w:val="both"/>
      </w:pPr>
      <w:r w:rsidRPr="00D80C6A">
        <w:rPr>
          <w:b/>
          <w:bCs/>
          <w:i/>
          <w:iCs/>
        </w:rPr>
        <w:t>Учитель.</w:t>
      </w:r>
      <w:r w:rsidRPr="00621FEE">
        <w:rPr>
          <w:b/>
          <w:bCs/>
        </w:rPr>
        <w:t xml:space="preserve"> </w:t>
      </w:r>
      <w:r>
        <w:t>Сегодня мы с тобой отправимся</w:t>
      </w:r>
      <w:r w:rsidRPr="00621FEE">
        <w:t xml:space="preserve"> в путешествие на волшебном автобусе. Маршрут путешествия показан на карте. </w:t>
      </w:r>
      <w:r>
        <w:t>Оценочный лист и сигнальные карты у тебя на парте</w:t>
      </w:r>
      <w:r w:rsidRPr="00621FEE">
        <w:t>. Сейчас мы находимся на старте, но прав</w:t>
      </w:r>
      <w:r>
        <w:t>ильные решения задач помогут тебе</w:t>
      </w:r>
      <w:r w:rsidRPr="00621FEE">
        <w:t xml:space="preserve"> продвинуться дальше. Давайт в начале путешествия вспомним некоторые знания, которые помогут собрать нам наш волшебный автобус. А начнем его собирать с колеса. Произведите необходимые преобразования и ср</w:t>
      </w:r>
      <w:r>
        <w:t>еди ответов на карточках выбери верный, вставь</w:t>
      </w:r>
      <w:r w:rsidRPr="00621FEE">
        <w:t xml:space="preserve"> в нужную графу.</w:t>
      </w:r>
    </w:p>
    <w:p w:rsidR="006D54EA" w:rsidRPr="00621FEE" w:rsidRDefault="006D54EA" w:rsidP="00CA5D8A">
      <w:pPr>
        <w:pStyle w:val="NoSpacing"/>
      </w:pPr>
      <w:r>
        <w:rPr>
          <w:noProof/>
          <w:lang w:eastAsia="ru-RU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Кольцо 8" o:spid="_x0000_s1026" type="#_x0000_t23" style="position:absolute;margin-left:18pt;margin-top:8.9pt;width:126pt;height:117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" adj="5200"/>
        </w:pict>
      </w:r>
      <w:r w:rsidRPr="00621FEE">
        <w:t xml:space="preserve">                                                    </w:t>
      </w:r>
    </w:p>
    <w:p w:rsidR="006D54EA" w:rsidRPr="00621FEE" w:rsidRDefault="006D54EA" w:rsidP="00CA5D8A">
      <w:pPr>
        <w:pStyle w:val="NoSpacing"/>
      </w:pPr>
      <w:r w:rsidRPr="00621FEE">
        <w:t xml:space="preserve">                                                </w:t>
      </w:r>
      <w:r>
        <w:t xml:space="preserve">               Теперь переверни</w:t>
      </w:r>
      <w:r w:rsidRPr="00621FEE">
        <w:t xml:space="preserve"> карточки и   </w:t>
      </w:r>
    </w:p>
    <w:p w:rsidR="006D54EA" w:rsidRPr="00621FEE" w:rsidRDefault="006D54EA" w:rsidP="00CA5D8A">
      <w:pPr>
        <w:pStyle w:val="NoSpacing"/>
      </w:pPr>
      <w:r w:rsidRPr="00621FEE">
        <w:t xml:space="preserve">                                         </w:t>
      </w:r>
      <w:r>
        <w:t xml:space="preserve">                       прочитай</w:t>
      </w:r>
      <w:r w:rsidRPr="00621FEE">
        <w:t xml:space="preserve"> полученное слово.</w:t>
      </w:r>
    </w:p>
    <w:p w:rsidR="006D54EA" w:rsidRDefault="006D54EA" w:rsidP="00CA5D8A">
      <w:pPr>
        <w:pStyle w:val="NoSpacing"/>
      </w:pPr>
      <w:r w:rsidRPr="00621FEE">
        <w:t xml:space="preserve">                                                                «</w:t>
      </w:r>
      <w:r>
        <w:t>ДРОБЬ</w:t>
      </w:r>
      <w:r w:rsidRPr="00621FEE">
        <w:t xml:space="preserve">» </w:t>
      </w: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  <w:rPr>
          <w:i/>
          <w:iCs/>
        </w:rPr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Pr="00621FEE" w:rsidRDefault="006D54EA" w:rsidP="00FC1B6F">
      <w:pPr>
        <w:pStyle w:val="NoSpacing"/>
        <w:jc w:val="both"/>
        <w:rPr>
          <w:i/>
          <w:iCs/>
        </w:rPr>
      </w:pPr>
      <w:r>
        <w:t>Молодец!   Ты</w:t>
      </w:r>
      <w:r w:rsidRPr="00621FEE">
        <w:t xml:space="preserve"> собрал только колесо, но не собрал </w:t>
      </w:r>
      <w:r>
        <w:t xml:space="preserve">весь автобус. Для этого выполни графический диктант, который ты будешь выполнять на маршрутном листе </w:t>
      </w:r>
      <w:r w:rsidRPr="00621FEE">
        <w:t>под заголовком «старт».</w:t>
      </w:r>
    </w:p>
    <w:p w:rsidR="006D54EA" w:rsidRPr="00621FEE" w:rsidRDefault="006D54EA" w:rsidP="00FC1B6F">
      <w:pPr>
        <w:pStyle w:val="NoSpacing"/>
        <w:jc w:val="both"/>
        <w:rPr>
          <w:i/>
          <w:iCs/>
        </w:rPr>
      </w:pPr>
      <w:r w:rsidRPr="00621FEE">
        <w:rPr>
          <w:i/>
          <w:iCs/>
        </w:rPr>
        <w:t>Графический диктант.</w:t>
      </w:r>
    </w:p>
    <w:p w:rsidR="006D54EA" w:rsidRPr="00621FEE" w:rsidRDefault="006D54EA" w:rsidP="00CA5D8A">
      <w:pPr>
        <w:pStyle w:val="NoSpacing"/>
      </w:pPr>
      <w:r>
        <w:rPr>
          <w:noProof/>
          <w:lang w:eastAsia="ru-RU"/>
        </w:rPr>
        <w:pict>
          <v:line id="Прямая соединительная линия 7" o:spid="_x0000_s1027" style="position:absolute;z-index:251649024;visibility:visible" from="0,13.75pt" to="27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"/>
        </w:pict>
      </w:r>
      <w:r>
        <w:rPr>
          <w:noProof/>
          <w:lang w:eastAsia="ru-RU"/>
        </w:rPr>
        <w:pict>
          <v:line id="Прямая соединительная линия 6" o:spid="_x0000_s1028" style="position:absolute;z-index:251651072;visibility:visible" from="90pt,4.75pt" to="108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"/>
        </w:pict>
      </w:r>
      <w:r>
        <w:rPr>
          <w:noProof/>
          <w:lang w:eastAsia="ru-RU"/>
        </w:rPr>
        <w:pict>
          <v:line id="Прямая соединительная линия 5" o:spid="_x0000_s1029" style="position:absolute;flip:y;z-index:251650048;visibility:visible" from="1in,4.75pt" to="90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"/>
        </w:pict>
      </w:r>
    </w:p>
    <w:p w:rsidR="006D54EA" w:rsidRPr="00621FEE" w:rsidRDefault="006D54EA" w:rsidP="00CA5D8A">
      <w:pPr>
        <w:pStyle w:val="NoSpacing"/>
      </w:pPr>
      <w:r w:rsidRPr="00621FEE">
        <w:t xml:space="preserve">нет                  </w:t>
      </w:r>
      <w:r>
        <w:t xml:space="preserve">   </w:t>
      </w:r>
      <w:r w:rsidRPr="00621FEE">
        <w:t>да</w:t>
      </w:r>
      <w:r>
        <w:t xml:space="preserve"> </w:t>
      </w:r>
    </w:p>
    <w:p w:rsidR="006D54EA" w:rsidRPr="00621FEE" w:rsidRDefault="006D54EA" w:rsidP="00CA5D8A">
      <w:pPr>
        <w:pStyle w:val="NoSpacing"/>
      </w:pPr>
      <w:r>
        <w:t>1. 1,3 +2 =1,5</w:t>
      </w:r>
      <w:r w:rsidRPr="00621FEE">
        <w:t>;</w:t>
      </w:r>
    </w:p>
    <w:p w:rsidR="006D54EA" w:rsidRPr="00621FEE" w:rsidRDefault="006D54EA" w:rsidP="00CA5D8A">
      <w:pPr>
        <w:pStyle w:val="NoSpacing"/>
      </w:pPr>
      <w:r>
        <w:t>2. 1,4 - 0,7=0,7</w:t>
      </w:r>
      <w:r w:rsidRPr="00621FEE">
        <w:t>;</w:t>
      </w:r>
    </w:p>
    <w:p w:rsidR="006D54EA" w:rsidRPr="00621FEE" w:rsidRDefault="006D54EA" w:rsidP="00CA5D8A">
      <w:pPr>
        <w:pStyle w:val="NoSpacing"/>
      </w:pPr>
      <w:r>
        <w:t>3.1,4 * 2=2,8</w:t>
      </w:r>
      <w:r w:rsidRPr="00621FEE">
        <w:t>;</w:t>
      </w:r>
    </w:p>
    <w:p w:rsidR="006D54EA" w:rsidRPr="00621FEE" w:rsidRDefault="006D54EA" w:rsidP="00CA5D8A">
      <w:pPr>
        <w:pStyle w:val="NoSpacing"/>
      </w:pPr>
      <w:r>
        <w:t>4. 3,6 : 6 =6</w:t>
      </w:r>
    </w:p>
    <w:p w:rsidR="006D54EA" w:rsidRDefault="006D54EA" w:rsidP="00CA5D8A">
      <w:pPr>
        <w:pStyle w:val="NoSpacing"/>
      </w:pPr>
      <w:r>
        <w:t>5. 14,5 : 100 =145</w:t>
      </w:r>
      <w:r w:rsidRPr="00621FEE">
        <w:t>.</w:t>
      </w:r>
    </w:p>
    <w:p w:rsidR="006D54EA" w:rsidRPr="00E41C2D" w:rsidRDefault="006D54EA" w:rsidP="00FC1B6F">
      <w:pPr>
        <w:pStyle w:val="NoSpacing"/>
        <w:jc w:val="both"/>
        <w:rPr>
          <w:i/>
          <w:iCs/>
        </w:rPr>
      </w:pPr>
      <w:r>
        <w:rPr>
          <w:i/>
          <w:iCs/>
        </w:rPr>
        <w:t>(учащийся в оценочном листе под заголовком «старт»  строит фигуру, затем меняет  лист и проверяет  правильность построения через экран)</w:t>
      </w:r>
    </w:p>
    <w:p w:rsidR="006D54EA" w:rsidRPr="00621FEE" w:rsidRDefault="006D54EA" w:rsidP="00FC1B6F">
      <w:pPr>
        <w:pStyle w:val="NoSpacing"/>
        <w:jc w:val="both"/>
      </w:pPr>
      <w:r>
        <w:t>Итак, автобус т</w:t>
      </w:r>
      <w:r w:rsidRPr="00621FEE">
        <w:t>ы собрал, но чтобы он двинулся в путь, нужно выполнить задание:</w:t>
      </w:r>
    </w:p>
    <w:p w:rsidR="006D54EA" w:rsidRDefault="006D54EA" w:rsidP="00FC1B6F">
      <w:pPr>
        <w:pStyle w:val="NoSpacing"/>
        <w:jc w:val="both"/>
        <w:rPr>
          <w:i/>
          <w:iCs/>
        </w:rPr>
      </w:pPr>
      <w:r>
        <w:rPr>
          <w:i/>
          <w:iCs/>
        </w:rPr>
        <w:t>У тебя на парте лежат разные фигуры в разброс. Внимательно посмотри на экран и расставь фигуры в том же порядке.</w:t>
      </w:r>
    </w:p>
    <w:p w:rsidR="006D54EA" w:rsidRPr="009B5DE3" w:rsidRDefault="006D54EA" w:rsidP="00FC1B6F">
      <w:pPr>
        <w:pStyle w:val="NoSpacing"/>
        <w:jc w:val="both"/>
        <w:rPr>
          <w:i/>
          <w:iCs/>
        </w:rPr>
      </w:pPr>
      <w:r>
        <w:rPr>
          <w:i/>
          <w:iCs/>
          <w:lang w:val="en-US"/>
        </w:rPr>
        <w:t>I</w:t>
      </w:r>
      <w:r w:rsidRPr="00112AAF">
        <w:rPr>
          <w:i/>
          <w:iCs/>
        </w:rPr>
        <w:t xml:space="preserve"> </w:t>
      </w:r>
      <w:r>
        <w:rPr>
          <w:i/>
          <w:iCs/>
        </w:rPr>
        <w:t>вариант</w:t>
      </w:r>
    </w:p>
    <w:p w:rsidR="006D54EA" w:rsidRDefault="006D54EA" w:rsidP="00FC1B6F">
      <w:pPr>
        <w:pStyle w:val="NoSpacing"/>
        <w:jc w:val="both"/>
        <w:rPr>
          <w:i/>
          <w:iCs/>
        </w:rPr>
      </w:pPr>
      <w:r>
        <w:rPr>
          <w:noProof/>
          <w:lang w:eastAsia="ru-RU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2" o:spid="_x0000_s1030" type="#_x0000_t4" style="position:absolute;left:0;text-align:left;margin-left:249.45pt;margin-top:8.4pt;width:51pt;height:33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" fillcolor="#4f81bd" strokecolor="#243f60" strokeweight="2pt"/>
        </w:pict>
      </w:r>
      <w:r>
        <w:rPr>
          <w:noProof/>
          <w:lang w:eastAsia="ru-RU"/>
        </w:rPr>
        <w:pict>
          <v:rect id="Прямоугольник 15" o:spid="_x0000_s1031" style="position:absolute;left:0;text-align:left;margin-left:399.45pt;margin-top:8.4pt;width:66.75pt;height:28.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" fillcolor="#4f81bd" strokecolor="#243f60" strokeweight="2pt"/>
        </w:pict>
      </w:r>
      <w:r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Прямоугольный треугольник 13" o:spid="_x0000_s1032" type="#_x0000_t6" style="position:absolute;left:0;text-align:left;margin-left:328.2pt;margin-top:8.4pt;width:44.25pt;height:31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" fillcolor="#4f81bd" strokecolor="#243f60" strokeweight="2pt">
            <v:textbox>
              <w:txbxContent>
                <w:p w:rsidR="006D54EA" w:rsidRDefault="006D54EA" w:rsidP="00112AA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Трапеция 11" o:spid="_x0000_s1033" style="position:absolute;left:0;text-align:left;margin-left:154.2pt;margin-top:13.65pt;width:62.25pt;height:2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05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" path="m,304800l76200,,714375,r76200,304800l,304800xe" fillcolor="#4f81bd" strokecolor="#243f60" strokeweight="2pt">
            <v:path arrowok="t" o:connecttype="custom" o:connectlocs="0,304800;76200,0;714375,0;790575,304800;0,304800" o:connectangles="0,0,0,0,0"/>
          </v:shape>
        </w:pict>
      </w: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10" o:spid="_x0000_s1034" type="#_x0000_t5" style="position:absolute;left:0;text-align:left;margin-left:85.2pt;margin-top:13.65pt;width:46.5pt;height:24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" fillcolor="#4f81bd" strokecolor="#243f60" strokeweight="2pt"/>
        </w:pict>
      </w:r>
      <w:r>
        <w:rPr>
          <w:noProof/>
          <w:lang w:eastAsia="ru-RU"/>
        </w:rPr>
        <w:pict>
          <v:oval id="Овал 9" o:spid="_x0000_s1035" style="position:absolute;left:0;text-align:left;margin-left:-.3pt;margin-top:13.65pt;width:69pt;height:28.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" fillcolor="#4f81bd" strokecolor="#243f60" strokeweight="2pt"/>
        </w:pict>
      </w:r>
    </w:p>
    <w:p w:rsidR="006D54EA" w:rsidRDefault="006D54EA" w:rsidP="00CA5D8A">
      <w:pPr>
        <w:pStyle w:val="NoSpacing"/>
        <w:rPr>
          <w:i/>
          <w:iCs/>
        </w:rPr>
      </w:pPr>
    </w:p>
    <w:p w:rsidR="006D54EA" w:rsidRDefault="006D54EA" w:rsidP="00CA5D8A">
      <w:pPr>
        <w:pStyle w:val="NoSpacing"/>
        <w:rPr>
          <w:i/>
          <w:iCs/>
        </w:rPr>
      </w:pPr>
    </w:p>
    <w:p w:rsidR="006D54EA" w:rsidRDefault="006D54EA" w:rsidP="00CA5D8A">
      <w:pPr>
        <w:pStyle w:val="NoSpacing"/>
        <w:rPr>
          <w:i/>
          <w:iCs/>
        </w:rPr>
      </w:pPr>
      <w:r>
        <w:rPr>
          <w:noProof/>
          <w:lang w:eastAsia="ru-RU"/>
        </w:rPr>
        <w:pict>
          <v:rect id="Прямоугольник 21" o:spid="_x0000_s1036" style="position:absolute;margin-left:383.7pt;margin-top:18.3pt;width:66.75pt;height:28.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" fillcolor="#4f81bd" strokecolor="#385d8a" strokeweight="2pt"/>
        </w:pict>
      </w:r>
      <w:r>
        <w:rPr>
          <w:noProof/>
          <w:lang w:eastAsia="ru-RU"/>
        </w:rPr>
        <w:pict>
          <v:shape id="Ромб 20" o:spid="_x0000_s1037" type="#_x0000_t4" style="position:absolute;margin-left:300.45pt;margin-top:13.05pt;width:51pt;height:33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" fillcolor="#4f81bd" strokecolor="#385d8a" strokeweight="2pt"/>
        </w:pict>
      </w:r>
      <w:r>
        <w:rPr>
          <w:noProof/>
          <w:lang w:eastAsia="ru-RU"/>
        </w:rPr>
        <w:pict>
          <v:shape id="Равнобедренный треугольник 19" o:spid="_x0000_s1038" type="#_x0000_t5" style="position:absolute;margin-left:230.7pt;margin-top:16.05pt;width:46.5pt;height:24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" fillcolor="#4f81bd" strokecolor="#385d8a" strokeweight="2pt"/>
        </w:pict>
      </w:r>
      <w:r>
        <w:rPr>
          <w:noProof/>
          <w:lang w:eastAsia="ru-RU"/>
        </w:rPr>
        <w:pict>
          <v:shape id="Прямоугольный треугольник 18" o:spid="_x0000_s1039" type="#_x0000_t6" style="position:absolute;margin-left:158.7pt;margin-top:15.3pt;width:44.25pt;height:31.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" fillcolor="#4f81bd" strokecolor="#385d8a" strokeweight="2pt"/>
        </w:pict>
      </w:r>
      <w:r>
        <w:rPr>
          <w:i/>
          <w:iCs/>
          <w:lang w:val="en-US"/>
        </w:rPr>
        <w:t>II</w:t>
      </w:r>
      <w:r>
        <w:rPr>
          <w:i/>
          <w:iCs/>
        </w:rPr>
        <w:t xml:space="preserve"> вариант</w:t>
      </w:r>
    </w:p>
    <w:p w:rsidR="006D54EA" w:rsidRDefault="006D54EA" w:rsidP="00CA5D8A">
      <w:pPr>
        <w:pStyle w:val="NoSpacing"/>
        <w:rPr>
          <w:i/>
          <w:iCs/>
        </w:rPr>
      </w:pPr>
      <w:r>
        <w:rPr>
          <w:noProof/>
          <w:lang w:eastAsia="ru-RU"/>
        </w:rPr>
        <w:pict>
          <v:oval id="Овал 17" o:spid="_x0000_s1040" style="position:absolute;margin-left:73.95pt;margin-top:2.85pt;width:69pt;height:28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" fillcolor="#4f81bd" strokecolor="#385d8a" strokeweight="2pt"/>
        </w:pict>
      </w:r>
      <w:r>
        <w:rPr>
          <w:noProof/>
          <w:lang w:eastAsia="ru-RU"/>
        </w:rPr>
        <w:pict>
          <v:shape id="Трапеция 16" o:spid="_x0000_s1041" style="position:absolute;margin-left:-.3pt;margin-top:2.85pt;width:62.25pt;height:2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057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" path="m,304800l76200,,714375,r76200,304800l,304800xe" fillcolor="#4f81bd" strokecolor="#385d8a" strokeweight="2pt">
            <v:path arrowok="t" o:connecttype="custom" o:connectlocs="0,304800;76200,0;714375,0;790575,304800;0,304800" o:connectangles="0,0,0,0,0"/>
          </v:shape>
        </w:pict>
      </w:r>
    </w:p>
    <w:p w:rsidR="006D54EA" w:rsidRDefault="006D54EA" w:rsidP="00CA5D8A">
      <w:pPr>
        <w:pStyle w:val="NoSpacing"/>
        <w:rPr>
          <w:i/>
          <w:iCs/>
        </w:rPr>
      </w:pPr>
    </w:p>
    <w:p w:rsidR="006D54EA" w:rsidRPr="009B5DE3" w:rsidRDefault="006D54EA" w:rsidP="00CA5D8A">
      <w:pPr>
        <w:pStyle w:val="NoSpacing"/>
        <w:rPr>
          <w:i/>
          <w:iCs/>
        </w:rPr>
      </w:pPr>
    </w:p>
    <w:p w:rsidR="006D54EA" w:rsidRPr="00621FEE" w:rsidRDefault="006D54EA" w:rsidP="00FC1B6F">
      <w:pPr>
        <w:pStyle w:val="NoSpacing"/>
        <w:jc w:val="both"/>
        <w:rPr>
          <w:i/>
          <w:iCs/>
        </w:rPr>
      </w:pPr>
      <w:r>
        <w:rPr>
          <w:i/>
          <w:iCs/>
        </w:rPr>
        <w:t>(учащийся выполняет задание в соответствии с заданием)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b/>
          <w:bCs/>
        </w:rPr>
        <w:t xml:space="preserve"> </w:t>
      </w:r>
      <w:r w:rsidRPr="00621FEE">
        <w:t xml:space="preserve"> </w:t>
      </w:r>
      <w:r>
        <w:t>К</w:t>
      </w:r>
      <w:r w:rsidRPr="00621FEE">
        <w:t>ак</w:t>
      </w:r>
      <w:r>
        <w:t>ая</w:t>
      </w:r>
      <w:r w:rsidRPr="00621FEE">
        <w:t xml:space="preserve"> </w:t>
      </w:r>
      <w:r>
        <w:t>фигура</w:t>
      </w:r>
      <w:r w:rsidRPr="00621FEE">
        <w:t xml:space="preserve"> сейчас </w:t>
      </w:r>
      <w:r>
        <w:t>у тебя оказалась на последнем месте?</w:t>
      </w:r>
      <w:r w:rsidRPr="00621FEE">
        <w:t>?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Ученик:</w:t>
      </w:r>
      <w:r w:rsidRPr="00621FEE">
        <w:t xml:space="preserve"> </w:t>
      </w:r>
      <w:r>
        <w:t>Прямоугольник</w:t>
      </w:r>
      <w:r w:rsidRPr="00621FEE">
        <w:t>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>
        <w:t xml:space="preserve"> Молодец</w:t>
      </w:r>
      <w:r w:rsidRPr="00621FEE">
        <w:t>!</w:t>
      </w:r>
      <w:r>
        <w:t xml:space="preserve"> Как называются стороны прямоугольника?  Что больше длина или ширина? Какими буквами мы обозначаем длину и ширину?  Даны десятичные числа 57,4см и 1,2см. Определите длину и ширину.</w:t>
      </w:r>
    </w:p>
    <w:p w:rsidR="006D54EA" w:rsidRPr="00621FEE" w:rsidRDefault="006D54EA" w:rsidP="00FC1B6F">
      <w:pPr>
        <w:pStyle w:val="NoSpacing"/>
        <w:jc w:val="both"/>
      </w:pPr>
      <w:r w:rsidRPr="00091C06">
        <w:rPr>
          <w:i/>
          <w:iCs/>
        </w:rPr>
        <w:t>Ученик</w:t>
      </w:r>
      <w:r w:rsidRPr="00340A99">
        <w:rPr>
          <w:b/>
          <w:bCs/>
          <w:i/>
          <w:iCs/>
        </w:rPr>
        <w:t>:</w:t>
      </w:r>
      <w:r w:rsidRPr="00621FEE">
        <w:rPr>
          <w:b/>
          <w:bCs/>
        </w:rPr>
        <w:t xml:space="preserve"> </w:t>
      </w:r>
      <w:r>
        <w:t xml:space="preserve">а = </w:t>
      </w:r>
      <w:smartTag w:uri="urn:schemas-microsoft-com:office:smarttags" w:element="metricconverter">
        <w:smartTagPr>
          <w:attr w:name="ProductID" w:val="57,4 см"/>
        </w:smartTagPr>
        <w:r>
          <w:t>57,4 см</w:t>
        </w:r>
      </w:smartTag>
      <w:r>
        <w:t>, в=1,2см</w:t>
      </w:r>
      <w:r w:rsidRPr="00621FEE">
        <w:t>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t xml:space="preserve"> </w:t>
      </w:r>
      <w:r>
        <w:t>Даны формулы. Выбери ту, которая обозначает площадь</w:t>
      </w:r>
      <w:r w:rsidRPr="00621FEE">
        <w:t>?</w:t>
      </w:r>
      <w:r>
        <w:t xml:space="preserve"> А мы умеем умножать десятичные дроби?</w:t>
      </w:r>
    </w:p>
    <w:p w:rsidR="006D54EA" w:rsidRDefault="006D54EA" w:rsidP="00FC1B6F">
      <w:pPr>
        <w:pStyle w:val="NoSpacing"/>
        <w:jc w:val="both"/>
      </w:pPr>
      <w:r w:rsidRPr="00340A99">
        <w:rPr>
          <w:i/>
          <w:iCs/>
        </w:rPr>
        <w:t>Ученик:</w:t>
      </w:r>
      <w:r w:rsidRPr="00621FEE">
        <w:t xml:space="preserve"> Нет, пока не умеем.</w:t>
      </w:r>
    </w:p>
    <w:p w:rsidR="006D54EA" w:rsidRPr="00E41C2D" w:rsidRDefault="006D54EA" w:rsidP="00FC1B6F">
      <w:pPr>
        <w:pStyle w:val="NoSpacing"/>
        <w:jc w:val="both"/>
        <w:rPr>
          <w:b/>
          <w:bCs/>
        </w:rPr>
      </w:pPr>
      <w:r w:rsidRPr="00E41C2D">
        <w:rPr>
          <w:b/>
          <w:bCs/>
        </w:rPr>
        <w:t>2. Ознакомление с новым  материалом</w:t>
      </w:r>
      <w:r>
        <w:rPr>
          <w:b/>
          <w:bCs/>
        </w:rPr>
        <w:t>.</w:t>
      </w:r>
    </w:p>
    <w:p w:rsidR="006D54EA" w:rsidRPr="00E41C2D" w:rsidRDefault="006D54EA" w:rsidP="00FC1B6F">
      <w:pPr>
        <w:pStyle w:val="NoSpacing"/>
        <w:jc w:val="both"/>
        <w:rPr>
          <w:i/>
          <w:iCs/>
        </w:rPr>
      </w:pPr>
      <w:r w:rsidRPr="00091C06">
        <w:rPr>
          <w:i/>
          <w:iCs/>
        </w:rPr>
        <w:t>Учитель:</w:t>
      </w:r>
      <w:r w:rsidRPr="00621FEE">
        <w:t xml:space="preserve">  Вот мы и подошли к «острову незнания».</w:t>
      </w:r>
      <w:r>
        <w:t xml:space="preserve"> Угадай тему нашего урока?</w:t>
      </w:r>
      <w:r w:rsidRPr="00621FEE">
        <w:t xml:space="preserve"> </w:t>
      </w:r>
      <w:r>
        <w:t xml:space="preserve"> Как ты думаешь, чем сегодня на уроке мы будем заниматься? </w:t>
      </w:r>
      <w:r>
        <w:rPr>
          <w:i/>
          <w:iCs/>
        </w:rPr>
        <w:t>(учащиеся называют тему урока и сами ставят цель урока).</w:t>
      </w:r>
    </w:p>
    <w:p w:rsidR="006D54EA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>
        <w:rPr>
          <w:b/>
          <w:bCs/>
        </w:rPr>
        <w:t xml:space="preserve"> </w:t>
      </w:r>
      <w:r>
        <w:t>Молодец</w:t>
      </w:r>
      <w:r w:rsidRPr="00E41C2D">
        <w:t>!</w:t>
      </w:r>
      <w:r>
        <w:rPr>
          <w:b/>
          <w:bCs/>
        </w:rPr>
        <w:t xml:space="preserve">  </w:t>
      </w:r>
      <w:r>
        <w:t>Открываем тетрадь</w:t>
      </w:r>
      <w:r w:rsidRPr="00E41C2D">
        <w:t xml:space="preserve"> и записываем тему урока</w:t>
      </w:r>
      <w:r>
        <w:t xml:space="preserve"> </w:t>
      </w:r>
      <w:r w:rsidRPr="00621FEE">
        <w:t xml:space="preserve">«Умножение </w:t>
      </w:r>
      <w:r>
        <w:t>десятичных дробей</w:t>
      </w:r>
      <w:r w:rsidRPr="00621FEE">
        <w:t>».</w:t>
      </w:r>
      <w:r w:rsidRPr="00E41C2D">
        <w:t xml:space="preserve"> </w:t>
      </w:r>
    </w:p>
    <w:p w:rsidR="006D54EA" w:rsidRPr="00D74757" w:rsidRDefault="006D54EA" w:rsidP="00FC1B6F">
      <w:pPr>
        <w:pStyle w:val="NoSpacing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Как т</w:t>
      </w:r>
      <w:r w:rsidRPr="00D74757">
        <w:rPr>
          <w:rFonts w:eastAsia="Times New Roman"/>
          <w:lang w:eastAsia="ru-RU"/>
        </w:rPr>
        <w:t>ы думае</w:t>
      </w:r>
      <w:r>
        <w:rPr>
          <w:rFonts w:eastAsia="Times New Roman"/>
          <w:lang w:eastAsia="ru-RU"/>
        </w:rPr>
        <w:t>шь</w:t>
      </w:r>
      <w:r w:rsidRPr="00D74757">
        <w:rPr>
          <w:rFonts w:eastAsia="Times New Roman"/>
          <w:lang w:eastAsia="ru-RU"/>
        </w:rPr>
        <w:t xml:space="preserve">, что каждый из вас должен усвоить и чему научиться к концу урока? </w:t>
      </w:r>
    </w:p>
    <w:p w:rsidR="006D54EA" w:rsidRPr="00D74757" w:rsidRDefault="006D54EA" w:rsidP="00FC1B6F">
      <w:pPr>
        <w:pStyle w:val="NoSpacing"/>
        <w:jc w:val="both"/>
        <w:rPr>
          <w:rFonts w:eastAsia="Times New Roman"/>
          <w:lang w:eastAsia="ru-RU"/>
        </w:rPr>
      </w:pPr>
      <w:r w:rsidRPr="00D74757">
        <w:rPr>
          <w:rFonts w:eastAsia="Times New Roman"/>
          <w:i/>
          <w:u w:val="single"/>
          <w:lang w:eastAsia="ru-RU"/>
        </w:rPr>
        <w:t>Знать</w:t>
      </w:r>
      <w:r w:rsidRPr="00D74757">
        <w:rPr>
          <w:rFonts w:eastAsia="Times New Roman"/>
          <w:lang w:eastAsia="ru-RU"/>
        </w:rPr>
        <w:t xml:space="preserve">: правила умножения десятичных дробей (алгоритм). </w:t>
      </w:r>
    </w:p>
    <w:p w:rsidR="006D54EA" w:rsidRPr="00D74757" w:rsidRDefault="006D54EA" w:rsidP="00FC1B6F">
      <w:pPr>
        <w:pStyle w:val="NoSpacing"/>
        <w:jc w:val="both"/>
        <w:rPr>
          <w:rFonts w:eastAsia="Times New Roman"/>
          <w:lang w:eastAsia="ru-RU"/>
        </w:rPr>
      </w:pPr>
      <w:r w:rsidRPr="00D74757">
        <w:rPr>
          <w:rFonts w:eastAsia="Times New Roman"/>
          <w:i/>
          <w:u w:val="single"/>
          <w:lang w:eastAsia="ru-RU"/>
        </w:rPr>
        <w:t>Уметь</w:t>
      </w:r>
      <w:r w:rsidRPr="00D74757">
        <w:rPr>
          <w:rFonts w:eastAsia="Times New Roman"/>
          <w:lang w:eastAsia="ru-RU"/>
        </w:rPr>
        <w:t>: решать упражнения на умножение десятичных дробей.</w:t>
      </w:r>
    </w:p>
    <w:p w:rsidR="006D54EA" w:rsidRDefault="006D54EA" w:rsidP="00FC1B6F">
      <w:pPr>
        <w:pStyle w:val="NoSpacing"/>
        <w:jc w:val="both"/>
        <w:rPr>
          <w:rFonts w:eastAsia="Times New Roman"/>
          <w:lang w:eastAsia="ru-RU"/>
        </w:rPr>
      </w:pPr>
      <w:r w:rsidRPr="00D74757">
        <w:rPr>
          <w:rFonts w:eastAsia="Times New Roman"/>
          <w:i/>
          <w:u w:val="single"/>
          <w:lang w:eastAsia="ru-RU"/>
        </w:rPr>
        <w:t>Мотивация</w:t>
      </w:r>
      <w:r w:rsidRPr="00D74757">
        <w:rPr>
          <w:rFonts w:eastAsia="Times New Roman"/>
          <w:lang w:eastAsia="ru-RU"/>
        </w:rPr>
        <w:t>: а зачем эти знания необходимы? В науке и промышленности, в сельском хозяйстве и быту десятичные дроби используются значительно чаще, чем обыкновенные. Это связанно с простотой правил вычисления, похожестью их на правила действий с натуральными числами.</w:t>
      </w:r>
    </w:p>
    <w:p w:rsidR="006D54EA" w:rsidRPr="00E91282" w:rsidRDefault="006D54EA" w:rsidP="00FC1B6F">
      <w:pPr>
        <w:pStyle w:val="NoSpacing"/>
        <w:jc w:val="both"/>
        <w:rPr>
          <w:rFonts w:eastAsia="Times New Roman"/>
          <w:lang w:eastAsia="ru-RU"/>
        </w:rPr>
      </w:pPr>
      <w:r>
        <w:t>Помнишь</w:t>
      </w:r>
      <w:r w:rsidRPr="00E91282">
        <w:t xml:space="preserve">, </w:t>
      </w:r>
      <w:r>
        <w:t xml:space="preserve"> были ситуации на уроке, когда ты обижаешься</w:t>
      </w:r>
      <w:r w:rsidRPr="00E91282">
        <w:t xml:space="preserve"> на меня, что</w:t>
      </w:r>
      <w:r>
        <w:t xml:space="preserve"> только из-за запятой, которую т</w:t>
      </w:r>
      <w:r w:rsidRPr="00E91282">
        <w:t>ы не там поставил</w:t>
      </w:r>
      <w:r>
        <w:t>, я снижала оценку. Давай</w:t>
      </w:r>
      <w:r w:rsidRPr="00E91282">
        <w:t xml:space="preserve"> послушаем  мнение на этот счет поэта В. Лившица</w:t>
      </w:r>
    </w:p>
    <w:tbl>
      <w:tblPr>
        <w:tblW w:w="6782" w:type="dxa"/>
        <w:tblCellMar>
          <w:left w:w="0" w:type="dxa"/>
          <w:right w:w="0" w:type="dxa"/>
        </w:tblCellMar>
        <w:tblLook w:val="0000"/>
      </w:tblPr>
      <w:tblGrid>
        <w:gridCol w:w="6451"/>
        <w:gridCol w:w="331"/>
      </w:tblGrid>
      <w:tr w:rsidR="006D54EA" w:rsidRPr="00E91282" w:rsidTr="00EA1901">
        <w:trPr>
          <w:trHeight w:val="4718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FFFF66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D54EA" w:rsidRPr="00E91282" w:rsidRDefault="006D54EA" w:rsidP="00CA5D8A">
            <w:pPr>
              <w:pStyle w:val="NoSpacing"/>
              <w:rPr>
                <w:rFonts w:eastAsia="Times New Roman"/>
                <w:color w:val="000000"/>
                <w:kern w:val="24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 xml:space="preserve">Если б, строя Ваш дом, тот, в котором живете, 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>Архитектор немного ошибся в расчете-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 xml:space="preserve">Что б случилось, </w:t>
            </w:r>
            <w:r w:rsidRPr="00EA1901">
              <w:rPr>
                <w:rFonts w:eastAsia="Times New Roman"/>
                <w:kern w:val="24"/>
                <w:lang w:eastAsia="ru-RU"/>
              </w:rPr>
              <w:t>в</w:t>
            </w:r>
            <w:r w:rsidRPr="00E91282">
              <w:rPr>
                <w:rFonts w:eastAsia="Times New Roman"/>
                <w:kern w:val="24"/>
                <w:lang w:eastAsia="ru-RU"/>
              </w:rPr>
              <w:t>ы знае</w:t>
            </w:r>
            <w:r w:rsidRPr="00EA1901">
              <w:rPr>
                <w:rFonts w:eastAsia="Times New Roman"/>
                <w:kern w:val="24"/>
                <w:lang w:eastAsia="ru-RU"/>
              </w:rPr>
              <w:t>те</w:t>
            </w:r>
            <w:r w:rsidRPr="00E91282">
              <w:rPr>
                <w:rFonts w:eastAsia="Times New Roman"/>
                <w:kern w:val="24"/>
                <w:lang w:eastAsia="ru-RU"/>
              </w:rPr>
              <w:t xml:space="preserve"> ли </w:t>
            </w:r>
            <w:r w:rsidRPr="00EA1901">
              <w:rPr>
                <w:rFonts w:eastAsia="Times New Roman"/>
                <w:kern w:val="24"/>
                <w:lang w:eastAsia="ru-RU"/>
              </w:rPr>
              <w:t>ребята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>?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Этот дом превратился бы в груду развалин!.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color w:val="000000"/>
                <w:kern w:val="24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 xml:space="preserve">Ты вступаешь на мост, он надежен и прочен, 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color w:val="000000"/>
                <w:kern w:val="24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>А не будь инженер в чертежах своих точен,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color w:val="000000"/>
                <w:kern w:val="24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 xml:space="preserve">Ты бы, Дима, свалившись в холодную реку, 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>Не сказал бы спасибо тому человеку!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Вот турбина, в ней вал токарями расточен.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Если б токарь в работе не очень был точен,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Совершилось бы, Слава, большое несчастье.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Разнесло бы турбину на мелкие части.</w:t>
            </w:r>
          </w:p>
          <w:p w:rsidR="006D54EA" w:rsidRPr="00E91282" w:rsidRDefault="006D54EA" w:rsidP="00CA5D8A">
            <w:pPr>
              <w:pStyle w:val="NoSpacing"/>
              <w:rPr>
                <w:rFonts w:eastAsia="Times New Roman"/>
                <w:lang w:eastAsia="ru-RU"/>
              </w:rPr>
            </w:pP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t>Три десятых – и стены возводятся косо!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Три десятых – и рухнут вагоны с откоса!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Ошибись только на три десятых аптека -</w:t>
            </w:r>
            <w:r w:rsidRPr="00E91282">
              <w:rPr>
                <w:rFonts w:eastAsia="Times New Roman"/>
                <w:color w:val="000000"/>
                <w:kern w:val="24"/>
                <w:lang w:eastAsia="ru-RU"/>
              </w:rPr>
              <w:br/>
              <w:t>Станет ядом лекарство, убьет человека….</w:t>
            </w:r>
          </w:p>
          <w:p w:rsidR="006D54EA" w:rsidRPr="00E91282" w:rsidRDefault="006D54EA" w:rsidP="00CA5D8A">
            <w:pPr>
              <w:pStyle w:val="NoSpacing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99FF3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D54EA" w:rsidRPr="00E91282" w:rsidRDefault="006D54EA" w:rsidP="00CA5D8A">
            <w:pPr>
              <w:pStyle w:val="NoSpacing"/>
              <w:rPr>
                <w:rFonts w:ascii="Arial" w:hAnsi="Arial" w:cs="Arial"/>
                <w:sz w:val="36"/>
                <w:szCs w:val="36"/>
                <w:lang w:eastAsia="ru-RU"/>
              </w:rPr>
            </w:pPr>
            <w:r w:rsidRPr="00E91282">
              <w:rPr>
                <w:rFonts w:ascii="Arial" w:hAnsi="Arial" w:cs="Arial"/>
                <w:color w:val="000000"/>
                <w:kern w:val="24"/>
                <w:sz w:val="32"/>
                <w:szCs w:val="32"/>
                <w:lang w:eastAsia="ru-RU"/>
              </w:rPr>
              <w:br/>
            </w:r>
          </w:p>
          <w:p w:rsidR="006D54EA" w:rsidRPr="00E91282" w:rsidRDefault="006D54EA" w:rsidP="00CA5D8A">
            <w:pPr>
              <w:pStyle w:val="NoSpacing"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</w:tbl>
    <w:p w:rsidR="006D54EA" w:rsidRDefault="006D54EA" w:rsidP="00CA5D8A">
      <w:pPr>
        <w:pStyle w:val="NoSpacing"/>
        <w:rPr>
          <w:rFonts w:eastAsia="Times New Roman"/>
          <w:lang w:eastAsia="ru-RU"/>
        </w:rPr>
      </w:pPr>
    </w:p>
    <w:p w:rsidR="006D54EA" w:rsidRPr="00D74757" w:rsidRDefault="006D54EA" w:rsidP="00FC1B6F">
      <w:pPr>
        <w:pStyle w:val="NoSpacing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Поэтому и н</w:t>
      </w:r>
      <w:r w:rsidRPr="00D74757">
        <w:rPr>
          <w:rFonts w:eastAsia="Times New Roman"/>
          <w:lang w:eastAsia="ru-RU"/>
        </w:rPr>
        <w:t>ам необходимо научиться умножать десятичные дроби.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b/>
          <w:bCs/>
        </w:rPr>
        <w:t xml:space="preserve"> </w:t>
      </w:r>
      <w:r w:rsidRPr="00621FEE">
        <w:t xml:space="preserve">Давай, выполним умножение </w:t>
      </w:r>
      <w:r>
        <w:t>57,4</w:t>
      </w:r>
      <w:r w:rsidRPr="00621FEE">
        <w:t>×</w:t>
      </w:r>
      <w:r>
        <w:t>12</w:t>
      </w:r>
      <w:r w:rsidRPr="00621FEE">
        <w:t>. Расскажи</w:t>
      </w:r>
      <w:r>
        <w:t>, как выполнял</w:t>
      </w:r>
      <w:r w:rsidRPr="00621FEE">
        <w:t xml:space="preserve"> умножение. По этому же принципу умножим:</w:t>
      </w:r>
      <w:r>
        <w:t xml:space="preserve"> 57,4</w:t>
      </w:r>
      <w:r w:rsidRPr="00621FEE">
        <w:t>×</w:t>
      </w:r>
      <w:r>
        <w:t>1,2</w:t>
      </w:r>
      <w:r w:rsidRPr="00621FEE">
        <w:t>.</w:t>
      </w:r>
    </w:p>
    <w:p w:rsidR="006D54EA" w:rsidRPr="00621FEE" w:rsidRDefault="006D54EA" w:rsidP="00FC1B6F">
      <w:pPr>
        <w:pStyle w:val="NoSpacing"/>
        <w:jc w:val="both"/>
      </w:pPr>
      <w:r w:rsidRPr="00621FEE">
        <w:t xml:space="preserve"> </w:t>
      </w:r>
      <w:r w:rsidRPr="00340A99">
        <w:rPr>
          <w:i/>
          <w:iCs/>
        </w:rPr>
        <w:t>Ученик:</w:t>
      </w:r>
      <w:r w:rsidRPr="00621FEE">
        <w:rPr>
          <w:b/>
          <w:bCs/>
        </w:rPr>
        <w:t xml:space="preserve"> </w:t>
      </w:r>
      <w:r w:rsidRPr="00621FEE">
        <w:t xml:space="preserve">Мы можем </w:t>
      </w:r>
      <w:r>
        <w:t>умножить не обращая внимания на запятую</w:t>
      </w:r>
      <w:r w:rsidRPr="00621FEE">
        <w:t>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i/>
          <w:iCs/>
        </w:rPr>
        <w:t xml:space="preserve">   </w:t>
      </w:r>
      <w:r w:rsidRPr="00621FEE">
        <w:t>(</w:t>
      </w:r>
      <w:r>
        <w:t>Сколько знаков нужно отделить с конца?</w:t>
      </w:r>
    </w:p>
    <w:p w:rsidR="006D54EA" w:rsidRPr="00621FEE" w:rsidRDefault="006D54EA" w:rsidP="00FC1B6F">
      <w:pPr>
        <w:pStyle w:val="NoSpacing"/>
        <w:jc w:val="both"/>
      </w:pPr>
      <w:r>
        <w:t>Прочитай полученную десятичную дробь, затем откройте учебники п.36 и сравните полученное правило.</w:t>
      </w:r>
    </w:p>
    <w:p w:rsidR="006D54EA" w:rsidRPr="00340A99" w:rsidRDefault="006D54EA" w:rsidP="00FC1B6F">
      <w:pPr>
        <w:pStyle w:val="NoSpacing"/>
        <w:jc w:val="both"/>
        <w:rPr>
          <w:b/>
          <w:bCs/>
        </w:rPr>
      </w:pPr>
      <w:r w:rsidRPr="00340A99">
        <w:rPr>
          <w:b/>
          <w:bCs/>
        </w:rPr>
        <w:t>3.</w:t>
      </w:r>
      <w:r>
        <w:rPr>
          <w:b/>
          <w:bCs/>
        </w:rPr>
        <w:t xml:space="preserve"> </w:t>
      </w:r>
      <w:r w:rsidRPr="00340A99">
        <w:rPr>
          <w:b/>
          <w:bCs/>
        </w:rPr>
        <w:t>Закрепление изученного материала</w:t>
      </w:r>
      <w:r>
        <w:rPr>
          <w:b/>
          <w:bCs/>
        </w:rPr>
        <w:t>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i/>
          <w:iCs/>
        </w:rPr>
        <w:t xml:space="preserve">   </w:t>
      </w:r>
      <w:r w:rsidRPr="00621FEE">
        <w:t xml:space="preserve">Мы приблизились с </w:t>
      </w:r>
      <w:r>
        <w:t>к</w:t>
      </w:r>
      <w:r w:rsidRPr="00621FEE">
        <w:t xml:space="preserve"> «реке Знаний». Нужно перебросить через нее мостик, чтобы переправиться на другую сторону. Для этого выполни задания:</w:t>
      </w:r>
    </w:p>
    <w:p w:rsidR="006D54EA" w:rsidRPr="00621FEE" w:rsidRDefault="006D54EA" w:rsidP="00FC1B6F">
      <w:pPr>
        <w:pStyle w:val="NoSpacing"/>
        <w:jc w:val="both"/>
        <w:rPr>
          <w:b/>
          <w:bCs/>
        </w:rPr>
      </w:pPr>
      <w:r w:rsidRPr="00621FEE">
        <w:rPr>
          <w:b/>
          <w:bCs/>
        </w:rPr>
        <w:t xml:space="preserve">А   </w:t>
      </w:r>
      <w:r>
        <w:rPr>
          <w:b/>
          <w:bCs/>
        </w:rPr>
        <w:t>35,6 * 0,2</w:t>
      </w:r>
      <w:r w:rsidRPr="00621FEE">
        <w:rPr>
          <w:b/>
          <w:bCs/>
        </w:rPr>
        <w:t>;</w:t>
      </w:r>
    </w:p>
    <w:p w:rsidR="006D54EA" w:rsidRPr="00621FEE" w:rsidRDefault="006D54EA" w:rsidP="00FC1B6F">
      <w:pPr>
        <w:pStyle w:val="NoSpacing"/>
        <w:jc w:val="both"/>
        <w:rPr>
          <w:b/>
          <w:bCs/>
        </w:rPr>
      </w:pPr>
      <w:r w:rsidRPr="00621FEE">
        <w:rPr>
          <w:b/>
          <w:bCs/>
        </w:rPr>
        <w:t xml:space="preserve">В  </w:t>
      </w:r>
      <w:r>
        <w:rPr>
          <w:b/>
          <w:bCs/>
        </w:rPr>
        <w:t>457,6 * 0,5</w:t>
      </w:r>
      <w:r w:rsidRPr="00621FEE">
        <w:rPr>
          <w:b/>
          <w:bCs/>
        </w:rPr>
        <w:t>;</w:t>
      </w:r>
    </w:p>
    <w:p w:rsidR="006D54EA" w:rsidRPr="00621FEE" w:rsidRDefault="006D54EA" w:rsidP="00FC1B6F">
      <w:pPr>
        <w:pStyle w:val="NoSpacing"/>
        <w:jc w:val="both"/>
      </w:pPr>
      <w:r w:rsidRPr="00621FEE">
        <w:rPr>
          <w:b/>
          <w:bCs/>
        </w:rPr>
        <w:t xml:space="preserve">С  </w:t>
      </w:r>
      <w:r>
        <w:rPr>
          <w:b/>
          <w:bCs/>
        </w:rPr>
        <w:t>38,65 *1,2</w:t>
      </w:r>
      <w:r w:rsidRPr="00621FEE">
        <w:rPr>
          <w:b/>
          <w:bCs/>
        </w:rPr>
        <w:t xml:space="preserve">.  </w:t>
      </w:r>
      <w:r>
        <w:t xml:space="preserve">Ответы запишите в маршрутном </w:t>
      </w:r>
      <w:r w:rsidRPr="00621FEE">
        <w:t>лист</w:t>
      </w:r>
      <w:r>
        <w:t>е</w:t>
      </w:r>
      <w:r w:rsidRPr="00621FEE">
        <w:t xml:space="preserve"> под заголовком «река Знаний». А те</w:t>
      </w:r>
      <w:r>
        <w:t>перь проверим правильность твоих</w:t>
      </w:r>
      <w:r w:rsidRPr="00621FEE">
        <w:t xml:space="preserve"> решений (</w:t>
      </w:r>
      <w:r>
        <w:rPr>
          <w:i/>
          <w:iCs/>
        </w:rPr>
        <w:t xml:space="preserve">включается </w:t>
      </w:r>
      <w:r w:rsidRPr="005F64F9">
        <w:rPr>
          <w:i/>
          <w:iCs/>
          <w:color w:val="FF0000"/>
        </w:rPr>
        <w:t>слайд №</w:t>
      </w:r>
      <w:r w:rsidRPr="00621FEE">
        <w:rPr>
          <w:i/>
          <w:iCs/>
        </w:rPr>
        <w:t xml:space="preserve">). </w:t>
      </w:r>
    </w:p>
    <w:p w:rsidR="006D54EA" w:rsidRPr="00945462" w:rsidRDefault="006D54EA" w:rsidP="00FC1B6F">
      <w:pPr>
        <w:pStyle w:val="NoSpacing"/>
        <w:jc w:val="both"/>
        <w:rPr>
          <w:color w:val="FF0000"/>
        </w:rPr>
      </w:pPr>
      <w:r w:rsidRPr="00340A99">
        <w:rPr>
          <w:i/>
          <w:iCs/>
        </w:rPr>
        <w:t>Учитель:</w:t>
      </w:r>
      <w:r w:rsidRPr="00621FEE">
        <w:rPr>
          <w:i/>
          <w:iCs/>
        </w:rPr>
        <w:t xml:space="preserve">   </w:t>
      </w:r>
      <w:r w:rsidRPr="00621FEE">
        <w:t xml:space="preserve">Продолжим наше путешествие. Мы успешно переправились через реку и оказались в «пустыне умножения». Песком засыпало </w:t>
      </w:r>
      <w:r>
        <w:t>запятые в</w:t>
      </w:r>
      <w:r w:rsidRPr="00621FEE">
        <w:t xml:space="preserve"> записи</w:t>
      </w:r>
      <w:r>
        <w:t xml:space="preserve"> десятичных дробей</w:t>
      </w:r>
      <w:r w:rsidRPr="00621FEE">
        <w:t>. Восстановите их.</w:t>
      </w:r>
      <w:r>
        <w:t xml:space="preserve"> (</w:t>
      </w:r>
      <w:r>
        <w:rPr>
          <w:color w:val="FF0000"/>
        </w:rPr>
        <w:t>слайд № )</w:t>
      </w:r>
    </w:p>
    <w:p w:rsidR="006D54EA" w:rsidRPr="00945462" w:rsidRDefault="006D54EA" w:rsidP="00FC1B6F">
      <w:pPr>
        <w:pStyle w:val="NoSpacing"/>
        <w:jc w:val="both"/>
      </w:pPr>
      <w:r w:rsidRPr="00945462">
        <w:t xml:space="preserve">1,27 </w:t>
      </w:r>
      <w:r>
        <w:t>∙</w:t>
      </w:r>
      <w:r w:rsidRPr="00945462">
        <w:t xml:space="preserve">  3,5=  4445</w:t>
      </w:r>
    </w:p>
    <w:p w:rsidR="006D54EA" w:rsidRPr="00945462" w:rsidRDefault="006D54EA" w:rsidP="00FC1B6F">
      <w:pPr>
        <w:pStyle w:val="NoSpacing"/>
        <w:jc w:val="both"/>
      </w:pPr>
      <w:r w:rsidRPr="00945462">
        <w:t xml:space="preserve">12,7 </w:t>
      </w:r>
      <w:r>
        <w:t>∙</w:t>
      </w:r>
      <w:r w:rsidRPr="00945462">
        <w:t xml:space="preserve"> 0,35=  4445</w:t>
      </w:r>
    </w:p>
    <w:p w:rsidR="006D54EA" w:rsidRPr="00945462" w:rsidRDefault="006D54EA" w:rsidP="00FC1B6F">
      <w:pPr>
        <w:pStyle w:val="NoSpacing"/>
        <w:jc w:val="both"/>
      </w:pPr>
      <w:r w:rsidRPr="00945462">
        <w:t xml:space="preserve">12,7  </w:t>
      </w:r>
      <w:r>
        <w:t>∙</w:t>
      </w:r>
      <w:r w:rsidRPr="00945462">
        <w:t xml:space="preserve">  3,5=  4445</w:t>
      </w:r>
    </w:p>
    <w:p w:rsidR="006D54EA" w:rsidRPr="00945462" w:rsidRDefault="006D54EA" w:rsidP="00FC1B6F">
      <w:pPr>
        <w:pStyle w:val="NoSpacing"/>
        <w:jc w:val="both"/>
      </w:pPr>
      <w:r w:rsidRPr="00945462">
        <w:t>0,127</w:t>
      </w:r>
      <w:r>
        <w:t xml:space="preserve"> ∙</w:t>
      </w:r>
      <w:r w:rsidRPr="00945462">
        <w:t xml:space="preserve">  3,5=    4445</w:t>
      </w:r>
    </w:p>
    <w:p w:rsidR="006D54EA" w:rsidRPr="00945462" w:rsidRDefault="006D54EA" w:rsidP="00FC1B6F">
      <w:pPr>
        <w:pStyle w:val="NoSpacing"/>
        <w:jc w:val="both"/>
      </w:pPr>
      <w:r w:rsidRPr="00945462">
        <w:t>0,127</w:t>
      </w:r>
      <w:r>
        <w:t xml:space="preserve"> ∙</w:t>
      </w:r>
      <w:r w:rsidRPr="00945462">
        <w:t xml:space="preserve"> 0,35=      4445</w:t>
      </w:r>
    </w:p>
    <w:p w:rsidR="006D54EA" w:rsidRPr="00945462" w:rsidRDefault="006D54EA" w:rsidP="00FC1B6F">
      <w:pPr>
        <w:pStyle w:val="NoSpacing"/>
        <w:jc w:val="both"/>
      </w:pPr>
      <w:r w:rsidRPr="00945462">
        <w:t xml:space="preserve">12,7 </w:t>
      </w:r>
      <w:r>
        <w:t>∙</w:t>
      </w:r>
      <w:r w:rsidRPr="00945462">
        <w:t xml:space="preserve"> 0,1 = 127</w:t>
      </w:r>
    </w:p>
    <w:p w:rsidR="006D54EA" w:rsidRPr="00945462" w:rsidRDefault="006D54EA" w:rsidP="00FC1B6F">
      <w:pPr>
        <w:pStyle w:val="NoSpacing"/>
        <w:jc w:val="both"/>
      </w:pPr>
      <w:r w:rsidRPr="00945462">
        <w:t xml:space="preserve">12,7 </w:t>
      </w:r>
      <w:r>
        <w:t>∙</w:t>
      </w:r>
      <w:r w:rsidRPr="00945462">
        <w:t xml:space="preserve"> 0,01=   127</w:t>
      </w:r>
    </w:p>
    <w:p w:rsidR="006D54EA" w:rsidRPr="00621FEE" w:rsidRDefault="006D54EA" w:rsidP="00FC1B6F">
      <w:pPr>
        <w:pStyle w:val="NoSpacing"/>
        <w:jc w:val="both"/>
      </w:pPr>
      <w:r>
        <w:t>Ответы зафиксируй в ма</w:t>
      </w:r>
      <w:r w:rsidRPr="00621FEE">
        <w:t>р</w:t>
      </w:r>
      <w:r>
        <w:t>шр</w:t>
      </w:r>
      <w:r w:rsidRPr="00621FEE">
        <w:t>утн</w:t>
      </w:r>
      <w:r>
        <w:t>ом</w:t>
      </w:r>
      <w:r w:rsidRPr="00621FEE">
        <w:t xml:space="preserve"> лист</w:t>
      </w:r>
      <w:r>
        <w:t>е</w:t>
      </w:r>
      <w:r w:rsidRPr="00621FEE">
        <w:t xml:space="preserve"> под заголовком «пустыня Умножения».</w:t>
      </w:r>
    </w:p>
    <w:p w:rsidR="006D54EA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i/>
          <w:iCs/>
        </w:rPr>
        <w:t xml:space="preserve">   </w:t>
      </w:r>
      <w:r w:rsidRPr="00621FEE">
        <w:t xml:space="preserve">Мы преодолели пустыню, и до нашей цели путешествия осталось лишь последнее препятствие: </w:t>
      </w:r>
      <w:r>
        <w:t>«остров Ошибок». Найди</w:t>
      </w:r>
      <w:r w:rsidRPr="00621FEE">
        <w:t xml:space="preserve"> ошибки, если они есть, и исправь их.</w:t>
      </w:r>
      <w:r>
        <w:t xml:space="preserve"> (Раздаются карточки  прорешивает, затем исправляет у доски)</w:t>
      </w:r>
    </w:p>
    <w:p w:rsidR="006D54EA" w:rsidRDefault="006D54EA" w:rsidP="00FC1B6F">
      <w:pPr>
        <w:pStyle w:val="NoSpacing"/>
        <w:jc w:val="both"/>
      </w:pPr>
    </w:p>
    <w:p w:rsidR="006D54EA" w:rsidRDefault="006D54EA" w:rsidP="00FC1B6F">
      <w:pPr>
        <w:pStyle w:val="NoSpacing"/>
        <w:jc w:val="both"/>
      </w:pPr>
      <w:bookmarkStart w:id="0" w:name="_GoBack"/>
      <w:bookmarkEnd w:id="0"/>
    </w:p>
    <w:p w:rsidR="006D54EA" w:rsidRDefault="006D54EA" w:rsidP="00FC1B6F">
      <w:pPr>
        <w:pStyle w:val="NoSpacing"/>
        <w:jc w:val="both"/>
      </w:pPr>
    </w:p>
    <w:p w:rsidR="006D54EA" w:rsidRPr="00621FEE" w:rsidRDefault="006D54EA" w:rsidP="00FC1B6F">
      <w:pPr>
        <w:pStyle w:val="NoSpacing"/>
        <w:jc w:val="both"/>
      </w:pPr>
    </w:p>
    <w:p w:rsidR="006D54EA" w:rsidRPr="00E91DD9" w:rsidRDefault="006D54EA" w:rsidP="00FC1B6F">
      <w:pPr>
        <w:pStyle w:val="NoSpacing"/>
        <w:jc w:val="both"/>
        <w:rPr>
          <w:b/>
          <w:bCs/>
        </w:rPr>
      </w:pPr>
      <w:r w:rsidRPr="00E91DD9">
        <w:rPr>
          <w:b/>
          <w:bCs/>
        </w:rPr>
        <w:t>4.Итоги урока</w:t>
      </w:r>
      <w:r>
        <w:rPr>
          <w:b/>
          <w:bCs/>
        </w:rPr>
        <w:t>.</w:t>
      </w:r>
    </w:p>
    <w:p w:rsidR="006D54EA" w:rsidRPr="00621FEE" w:rsidRDefault="006D54EA" w:rsidP="00FC1B6F">
      <w:pPr>
        <w:pStyle w:val="NoSpacing"/>
        <w:jc w:val="both"/>
      </w:pPr>
      <w:r w:rsidRPr="00340A99">
        <w:rPr>
          <w:i/>
          <w:iCs/>
        </w:rPr>
        <w:t>Учитель:</w:t>
      </w:r>
      <w:r w:rsidRPr="00621FEE">
        <w:rPr>
          <w:i/>
          <w:iCs/>
        </w:rPr>
        <w:t xml:space="preserve">   </w:t>
      </w:r>
      <w:r w:rsidRPr="00621FEE">
        <w:t>Наш путь подошел к концу, и мы пришли в «лес З</w:t>
      </w:r>
      <w:r>
        <w:t xml:space="preserve">наний». В последней графе твоего </w:t>
      </w:r>
      <w:r w:rsidRPr="00621FEE">
        <w:t>маршрутн</w:t>
      </w:r>
      <w:r>
        <w:t>ого</w:t>
      </w:r>
      <w:r w:rsidRPr="00621FEE">
        <w:t xml:space="preserve"> лист</w:t>
      </w:r>
      <w:r>
        <w:t>а</w:t>
      </w:r>
      <w:r w:rsidRPr="00621FEE">
        <w:t xml:space="preserve"> стоит дерево познания, отметь, крестиком тот уровень дерева, к которому </w:t>
      </w:r>
      <w:r>
        <w:t>т</w:t>
      </w:r>
      <w:r w:rsidRPr="00621FEE">
        <w:t>ы приш</w:t>
      </w:r>
      <w:r>
        <w:t>е</w:t>
      </w:r>
      <w:r w:rsidRPr="00621FEE">
        <w:t>л в кон</w:t>
      </w:r>
      <w:r>
        <w:t>це путешествия. По результатам твоего маршрутного</w:t>
      </w:r>
      <w:r w:rsidRPr="00621FEE">
        <w:t xml:space="preserve"> лист</w:t>
      </w:r>
      <w:r>
        <w:t>а</w:t>
      </w:r>
      <w:r w:rsidRPr="00621FEE">
        <w:t xml:space="preserve"> </w:t>
      </w:r>
      <w:r>
        <w:t>т</w:t>
      </w:r>
      <w:r w:rsidRPr="00621FEE">
        <w:t>ы получае</w:t>
      </w:r>
      <w:r>
        <w:t>шь</w:t>
      </w:r>
      <w:r w:rsidRPr="00621FEE">
        <w:t xml:space="preserve">  свое </w:t>
      </w:r>
      <w:r>
        <w:t>домашнее задание. Сегодня м</w:t>
      </w:r>
      <w:r w:rsidRPr="00621FEE">
        <w:t xml:space="preserve">ы с </w:t>
      </w:r>
      <w:r>
        <w:t>тобой</w:t>
      </w:r>
      <w:r w:rsidRPr="00621FEE">
        <w:t xml:space="preserve"> изучили вопрос умножения многочленов.  (</w:t>
      </w:r>
      <w:r w:rsidRPr="00621FEE">
        <w:rPr>
          <w:i/>
          <w:iCs/>
        </w:rPr>
        <w:t>Повторение правила.)</w:t>
      </w:r>
      <w:r>
        <w:t xml:space="preserve"> Благодарю тебя</w:t>
      </w:r>
      <w:r w:rsidRPr="00621FEE">
        <w:t xml:space="preserve"> за работу и желаю успехов при выполнении домашнего задания.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>
        <w:rPr>
          <w:noProof/>
          <w:lang w:eastAsia="ru-RU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Улыбающееся лицо 4" o:spid="_x0000_s1042" type="#_x0000_t96" style="position:absolute;left:0;text-align:left;margin-left:225pt;margin-top:14.1pt;width:18pt;height:18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"/>
        </w:pict>
      </w:r>
      <w:r w:rsidRPr="00E91DD9">
        <w:rPr>
          <w:b/>
          <w:bCs/>
        </w:rPr>
        <w:t>5.Задание на дом.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 w:rsidRPr="00091C06">
        <w:t xml:space="preserve">                                                                                   4 уровень</w:t>
      </w:r>
      <w:r>
        <w:rPr>
          <w:b/>
          <w:bCs/>
        </w:rPr>
        <w:t xml:space="preserve">: </w:t>
      </w:r>
      <w:r>
        <w:rPr>
          <w:noProof/>
          <w:lang w:eastAsia="ru-RU"/>
        </w:rPr>
        <w:pict>
          <v:line id="Прямая соединительная линия 3" o:spid="_x0000_s1043" style="position:absolute;left:0;text-align:left;z-index:251652096;visibility:visible;mso-position-horizontal-relative:text;mso-position-vertical-relative:text" from="234pt,-.3pt" to="234pt,1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"/>
        </w:pict>
      </w:r>
      <w:r>
        <w:rPr>
          <w:b/>
          <w:bCs/>
        </w:rPr>
        <w:t xml:space="preserve"> а,б,в,г,д         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>
        <w:t xml:space="preserve">            </w:t>
      </w:r>
      <w:r w:rsidRPr="00091C06">
        <w:t xml:space="preserve">3 уровень: </w:t>
      </w:r>
      <w:r>
        <w:rPr>
          <w:noProof/>
          <w:lang w:eastAsia="ru-RU"/>
        </w:rPr>
        <w:pict>
          <v:line id="Прямая соединительная линия 2" o:spid="_x0000_s1044" style="position:absolute;left:0;text-align:left;flip:x y;z-index:251654144;visibility:visible;mso-position-horizontal-relative:text;mso-position-vertical-relative:text" from="180pt,6.05pt" to="234pt,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"/>
        </w:pict>
      </w:r>
      <w:r>
        <w:t>а,б,в, г</w:t>
      </w:r>
    </w:p>
    <w:p w:rsidR="006D54EA" w:rsidRPr="00E91DD9" w:rsidRDefault="006D54EA" w:rsidP="00FC1B6F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                            </w:t>
      </w:r>
      <w:r>
        <w:t xml:space="preserve"> </w:t>
      </w:r>
    </w:p>
    <w:p w:rsidR="006D54EA" w:rsidRDefault="006D54EA" w:rsidP="00FC1B6F">
      <w:pPr>
        <w:pStyle w:val="NoSpacing"/>
        <w:jc w:val="both"/>
        <w:rPr>
          <w:b/>
          <w:bCs/>
          <w:i/>
          <w:iCs/>
        </w:rPr>
      </w:pP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Default="006D54EA" w:rsidP="00FC1B6F">
      <w:pPr>
        <w:pStyle w:val="NoSpacing"/>
        <w:jc w:val="both"/>
        <w:rPr>
          <w:b/>
          <w:bCs/>
        </w:rPr>
      </w:pPr>
      <w:r>
        <w:rPr>
          <w:noProof/>
          <w:lang w:eastAsia="ru-RU"/>
        </w:rPr>
        <w:pict>
          <v:line id="Прямая соединительная линия 1" o:spid="_x0000_s1045" style="position:absolute;left:0;text-align:left;flip:y;z-index:251653120;visibility:visible" from="234pt,11.15pt" to="306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"/>
        </w:pict>
      </w:r>
    </w:p>
    <w:p w:rsidR="006D54EA" w:rsidRDefault="006D54EA" w:rsidP="00FC1B6F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Pr="00E91DD9">
        <w:t>2 уровень:</w:t>
      </w:r>
      <w:r>
        <w:rPr>
          <w:b/>
          <w:bCs/>
        </w:rPr>
        <w:t xml:space="preserve"> а,б,в</w:t>
      </w:r>
    </w:p>
    <w:p w:rsidR="006D54EA" w:rsidRDefault="006D54EA" w:rsidP="00FC1B6F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</w:t>
      </w: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Default="006D54EA" w:rsidP="00FC1B6F">
      <w:pPr>
        <w:pStyle w:val="NoSpacing"/>
        <w:jc w:val="both"/>
      </w:pPr>
    </w:p>
    <w:p w:rsidR="006D54EA" w:rsidRDefault="006D54EA" w:rsidP="00FC1B6F">
      <w:pPr>
        <w:pStyle w:val="NoSpacing"/>
        <w:jc w:val="both"/>
        <w:rPr>
          <w:b/>
          <w:bCs/>
        </w:rPr>
      </w:pPr>
      <w:r>
        <w:t xml:space="preserve">                                                   1 уровень: а,б</w:t>
      </w: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Pr="00C10EDB" w:rsidRDefault="006D54EA" w:rsidP="00FC1B6F">
      <w:pPr>
        <w:pStyle w:val="NoSpacing"/>
        <w:jc w:val="both"/>
      </w:pPr>
      <w:r>
        <w:rPr>
          <w:b/>
          <w:bCs/>
        </w:rPr>
        <w:t xml:space="preserve">Ожидаемый результат: </w:t>
      </w:r>
      <w:r>
        <w:t>знать правило умножения десятичных дробей; уметь применять это правило при выполнении заданий,</w:t>
      </w:r>
      <w:r w:rsidRPr="00091C06">
        <w:t xml:space="preserve"> </w:t>
      </w:r>
      <w:r w:rsidRPr="00107141">
        <w:t>сравнивать, классифицировать, обобщать факты и понятия</w:t>
      </w:r>
      <w:r>
        <w:t xml:space="preserve">; постановка целей урока учащимися; ответственное отношение учащегося к оценке деятельности, к самоконтролю </w:t>
      </w: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Default="006D54EA" w:rsidP="00FC1B6F">
      <w:pPr>
        <w:pStyle w:val="NoSpacing"/>
        <w:jc w:val="both"/>
        <w:rPr>
          <w:b/>
          <w:bCs/>
        </w:rPr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CA5D8A">
      <w:pPr>
        <w:pStyle w:val="NoSpacing"/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Default="006D54EA" w:rsidP="00D74757">
      <w:pPr>
        <w:jc w:val="center"/>
        <w:rPr>
          <w:b/>
        </w:rPr>
      </w:pPr>
    </w:p>
    <w:p w:rsidR="006D54EA" w:rsidRPr="00D74757" w:rsidRDefault="006D54EA" w:rsidP="007F4A86">
      <w:pPr>
        <w:rPr>
          <w:b/>
        </w:rPr>
      </w:pPr>
    </w:p>
    <w:sectPr w:rsidR="006D54EA" w:rsidRPr="00D74757" w:rsidSect="00CA5D8A">
      <w:pgSz w:w="11906" w:h="16838"/>
      <w:pgMar w:top="720" w:right="720" w:bottom="720" w:left="720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4EA4"/>
    <w:multiLevelType w:val="hybridMultilevel"/>
    <w:tmpl w:val="6D90A09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CB92421"/>
    <w:multiLevelType w:val="hybridMultilevel"/>
    <w:tmpl w:val="8EBA2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EC813D0"/>
    <w:multiLevelType w:val="hybridMultilevel"/>
    <w:tmpl w:val="7924F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779"/>
    <w:rsid w:val="00091C06"/>
    <w:rsid w:val="000D0FA7"/>
    <w:rsid w:val="000D4A55"/>
    <w:rsid w:val="00107141"/>
    <w:rsid w:val="00112AAF"/>
    <w:rsid w:val="001327B2"/>
    <w:rsid w:val="0015237E"/>
    <w:rsid w:val="001F1A3E"/>
    <w:rsid w:val="0024279E"/>
    <w:rsid w:val="00256284"/>
    <w:rsid w:val="00340A99"/>
    <w:rsid w:val="003A0FDC"/>
    <w:rsid w:val="003D73DA"/>
    <w:rsid w:val="003D7E04"/>
    <w:rsid w:val="00424460"/>
    <w:rsid w:val="00425083"/>
    <w:rsid w:val="004966EE"/>
    <w:rsid w:val="0058404F"/>
    <w:rsid w:val="00595817"/>
    <w:rsid w:val="005F64F9"/>
    <w:rsid w:val="00613F99"/>
    <w:rsid w:val="00621FEE"/>
    <w:rsid w:val="006D54EA"/>
    <w:rsid w:val="006F041F"/>
    <w:rsid w:val="007F4A86"/>
    <w:rsid w:val="0087495B"/>
    <w:rsid w:val="00945462"/>
    <w:rsid w:val="009952C9"/>
    <w:rsid w:val="009B5DE3"/>
    <w:rsid w:val="009D5FCA"/>
    <w:rsid w:val="00AF4D88"/>
    <w:rsid w:val="00AF6BE6"/>
    <w:rsid w:val="00BF6F36"/>
    <w:rsid w:val="00C10EDB"/>
    <w:rsid w:val="00CA5D8A"/>
    <w:rsid w:val="00D74757"/>
    <w:rsid w:val="00D80C6A"/>
    <w:rsid w:val="00DB02AF"/>
    <w:rsid w:val="00DE3283"/>
    <w:rsid w:val="00E06779"/>
    <w:rsid w:val="00E41C2D"/>
    <w:rsid w:val="00E91282"/>
    <w:rsid w:val="00E91DD9"/>
    <w:rsid w:val="00EA1901"/>
    <w:rsid w:val="00EA7C6A"/>
    <w:rsid w:val="00FC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7B2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1"/>
    <w:basedOn w:val="Normal"/>
    <w:uiPriority w:val="99"/>
    <w:rsid w:val="001327B2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semiHidden/>
    <w:rsid w:val="00945462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NoSpacing">
    <w:name w:val="No Spacing"/>
    <w:uiPriority w:val="99"/>
    <w:qFormat/>
    <w:rsid w:val="00DB02AF"/>
    <w:rPr>
      <w:rFonts w:ascii="Times New Roman" w:eastAsia="SimSun" w:hAnsi="Times New Roman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613F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244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446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1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247</TotalTime>
  <Pages>5</Pages>
  <Words>1275</Words>
  <Characters>7268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17</cp:revision>
  <cp:lastPrinted>2012-03-27T04:19:00Z</cp:lastPrinted>
  <dcterms:created xsi:type="dcterms:W3CDTF">2012-03-14T09:10:00Z</dcterms:created>
  <dcterms:modified xsi:type="dcterms:W3CDTF">2014-01-15T14:44:00Z</dcterms:modified>
</cp:coreProperties>
</file>